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D48D0" w14:textId="76FF6708" w:rsidR="008B3C9D" w:rsidRPr="00344C37" w:rsidRDefault="00344C37" w:rsidP="00344C37">
      <w:pPr>
        <w:jc w:val="center"/>
        <w:rPr>
          <w:sz w:val="24"/>
          <w:szCs w:val="24"/>
        </w:rPr>
      </w:pPr>
      <w:r w:rsidRPr="00344C37">
        <w:rPr>
          <w:rFonts w:hint="eastAsia"/>
          <w:sz w:val="24"/>
          <w:szCs w:val="24"/>
        </w:rPr>
        <w:t>令和</w:t>
      </w:r>
      <w:r w:rsidR="00450345">
        <w:rPr>
          <w:rFonts w:hint="eastAsia"/>
          <w:sz w:val="24"/>
          <w:szCs w:val="24"/>
        </w:rPr>
        <w:t>６</w:t>
      </w:r>
      <w:r w:rsidRPr="00344C37">
        <w:rPr>
          <w:rFonts w:hint="eastAsia"/>
          <w:sz w:val="24"/>
          <w:szCs w:val="24"/>
        </w:rPr>
        <w:t>年</w:t>
      </w:r>
      <w:r w:rsidR="00C6658E">
        <w:rPr>
          <w:rFonts w:hint="eastAsia"/>
          <w:sz w:val="24"/>
          <w:szCs w:val="24"/>
        </w:rPr>
        <w:t>度第</w:t>
      </w:r>
      <w:r w:rsidR="007378BE">
        <w:rPr>
          <w:rFonts w:hint="eastAsia"/>
          <w:sz w:val="24"/>
          <w:szCs w:val="24"/>
        </w:rPr>
        <w:t>９</w:t>
      </w:r>
      <w:r w:rsidR="00C6658E">
        <w:rPr>
          <w:rFonts w:hint="eastAsia"/>
          <w:sz w:val="24"/>
          <w:szCs w:val="24"/>
        </w:rPr>
        <w:t>月</w:t>
      </w:r>
      <w:r w:rsidRPr="00344C37">
        <w:rPr>
          <w:rFonts w:hint="eastAsia"/>
          <w:sz w:val="24"/>
          <w:szCs w:val="24"/>
        </w:rPr>
        <w:t>地区</w:t>
      </w:r>
      <w:r w:rsidR="00C6658E">
        <w:rPr>
          <w:rFonts w:hint="eastAsia"/>
          <w:sz w:val="24"/>
          <w:szCs w:val="24"/>
        </w:rPr>
        <w:t>スカウト進歩委員会</w:t>
      </w:r>
    </w:p>
    <w:p w14:paraId="7F342399" w14:textId="0473719F" w:rsidR="00344C37" w:rsidRPr="00875C5D" w:rsidRDefault="00344C37">
      <w:pPr>
        <w:rPr>
          <w:rFonts w:eastAsia="PMingLiU"/>
        </w:rPr>
      </w:pPr>
    </w:p>
    <w:p w14:paraId="0D280928" w14:textId="28532714" w:rsidR="002841B8" w:rsidRDefault="00344C37" w:rsidP="00E161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県連スカウト進歩委員会報告</w:t>
      </w:r>
      <w:r>
        <w:br/>
      </w:r>
      <w:r w:rsidR="007378BE">
        <w:rPr>
          <w:rFonts w:hint="eastAsia"/>
        </w:rPr>
        <w:t>8/23-25　県連スカウトフォーラム開催（碧海参加なし）</w:t>
      </w:r>
      <w:r w:rsidR="007378BE">
        <w:br/>
      </w:r>
      <w:r w:rsidR="007378BE">
        <w:rPr>
          <w:rFonts w:hint="eastAsia"/>
        </w:rPr>
        <w:t>子供たちの未来の森づくり特別事業</w:t>
      </w:r>
      <w:r w:rsidR="007378BE">
        <w:br/>
      </w:r>
      <w:r w:rsidR="007378BE">
        <w:rPr>
          <w:rFonts w:hint="eastAsia"/>
        </w:rPr>
        <w:t xml:space="preserve">　　奉仕ベンチャー募集（２０名）、ローバー（１０名）、</w:t>
      </w:r>
      <w:r w:rsidR="007378BE">
        <w:br/>
      </w:r>
      <w:r w:rsidR="007378BE">
        <w:rPr>
          <w:rFonts w:hint="eastAsia"/>
        </w:rPr>
        <w:t xml:space="preserve">　　スカウトの移動を支援できる指導者（１０名）</w:t>
      </w:r>
      <w:r w:rsidR="00875C5D">
        <w:br/>
      </w:r>
      <w:r w:rsidR="00875C5D">
        <w:rPr>
          <w:rFonts w:hint="eastAsia"/>
        </w:rPr>
        <w:t>進歩状況報告　２０２４年９月時点</w:t>
      </w:r>
      <w:r w:rsidR="00875C5D">
        <w:br/>
      </w:r>
      <w:r w:rsidR="00875C5D">
        <w:rPr>
          <w:rFonts w:hint="eastAsia"/>
        </w:rPr>
        <w:t xml:space="preserve">　　地区締切り：９月３０日</w:t>
      </w:r>
      <w:r w:rsidR="00875C5D">
        <w:br/>
      </w:r>
      <w:r w:rsidR="00875C5D">
        <w:rPr>
          <w:rFonts w:hint="eastAsia"/>
        </w:rPr>
        <w:t>宗教章真宗大谷派宗教章講習会</w:t>
      </w:r>
      <w:r w:rsidR="00875C5D">
        <w:br/>
      </w:r>
      <w:r w:rsidR="00875C5D">
        <w:rPr>
          <w:rFonts w:hint="eastAsia"/>
        </w:rPr>
        <w:t xml:space="preserve">　　会場：東別院</w:t>
      </w:r>
      <w:r w:rsidR="00875C5D">
        <w:br/>
      </w:r>
      <w:r w:rsidR="00875C5D">
        <w:rPr>
          <w:rFonts w:hint="eastAsia"/>
        </w:rPr>
        <w:t xml:space="preserve">　　日程：１１月３日、１月２６日、３月１５日（全日程参加必須）</w:t>
      </w:r>
      <w:r w:rsidR="00E16163">
        <w:br/>
      </w:r>
    </w:p>
    <w:p w14:paraId="3005562F" w14:textId="5DD0C362" w:rsidR="00613200" w:rsidRDefault="00095D65" w:rsidP="00344C3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富士スカウト章・隼スカウト章・菊スカウト章の面接について</w:t>
      </w:r>
      <w:r>
        <w:br/>
      </w:r>
      <w:r w:rsidR="007378BE">
        <w:rPr>
          <w:rFonts w:hint="eastAsia"/>
        </w:rPr>
        <w:t>菊</w:t>
      </w:r>
      <w:r w:rsidR="00450345">
        <w:rPr>
          <w:rFonts w:hint="eastAsia"/>
        </w:rPr>
        <w:t xml:space="preserve">スカウト章　</w:t>
      </w:r>
      <w:r w:rsidR="001A25E8">
        <w:rPr>
          <w:rFonts w:hint="eastAsia"/>
        </w:rPr>
        <w:t>刈谷</w:t>
      </w:r>
      <w:r w:rsidR="007378BE">
        <w:rPr>
          <w:rFonts w:hint="eastAsia"/>
        </w:rPr>
        <w:t>１</w:t>
      </w:r>
      <w:r w:rsidR="001A25E8">
        <w:rPr>
          <w:rFonts w:hint="eastAsia"/>
        </w:rPr>
        <w:t xml:space="preserve">１団　</w:t>
      </w:r>
      <w:r w:rsidR="007378BE">
        <w:rPr>
          <w:rFonts w:hint="eastAsia"/>
        </w:rPr>
        <w:t xml:space="preserve">都築　</w:t>
      </w:r>
      <w:r w:rsidR="00432A4D" w:rsidRPr="001A25E8">
        <w:rPr>
          <w:rFonts w:asciiTheme="minorEastAsia" w:hAnsiTheme="minorEastAsia" w:hint="eastAsia"/>
        </w:rPr>
        <w:t>惟晋</w:t>
      </w:r>
      <w:r w:rsidR="00B614FC">
        <w:rPr>
          <w:rFonts w:hint="eastAsia"/>
        </w:rPr>
        <w:t xml:space="preserve">　　野々山　温人</w:t>
      </w:r>
    </w:p>
    <w:p w14:paraId="4EADB1E9" w14:textId="54E9FAD3" w:rsidR="00095D65" w:rsidRDefault="00095D65" w:rsidP="00613200"/>
    <w:p w14:paraId="76BABCB1" w14:textId="442DA265" w:rsidR="001A25E8" w:rsidRPr="001A25E8" w:rsidRDefault="0003512E" w:rsidP="001A25E8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hint="eastAsia"/>
        </w:rPr>
        <w:t>技能章申請</w:t>
      </w:r>
      <w:r>
        <w:br/>
      </w:r>
      <w:r w:rsidR="00432A4D">
        <w:rPr>
          <w:rFonts w:asciiTheme="minorEastAsia" w:hAnsiTheme="minorEastAsia" w:hint="eastAsia"/>
        </w:rPr>
        <w:t>野営</w:t>
      </w:r>
      <w:r w:rsidR="001A25E8">
        <w:rPr>
          <w:rFonts w:asciiTheme="minorEastAsia" w:hAnsiTheme="minorEastAsia" w:hint="eastAsia"/>
        </w:rPr>
        <w:t xml:space="preserve">章　</w:t>
      </w:r>
      <w:r w:rsidR="00432A4D">
        <w:rPr>
          <w:rFonts w:asciiTheme="minorEastAsia" w:hAnsiTheme="minorEastAsia" w:hint="eastAsia"/>
        </w:rPr>
        <w:t xml:space="preserve">　　　　　</w:t>
      </w:r>
      <w:r w:rsidR="001A25E8">
        <w:rPr>
          <w:rFonts w:asciiTheme="minorEastAsia" w:hAnsiTheme="minorEastAsia" w:hint="eastAsia"/>
        </w:rPr>
        <w:t xml:space="preserve">刈谷１１　</w:t>
      </w:r>
      <w:r w:rsidR="001A25E8" w:rsidRPr="001A25E8">
        <w:rPr>
          <w:rFonts w:asciiTheme="minorEastAsia" w:hAnsiTheme="minorEastAsia" w:hint="eastAsia"/>
        </w:rPr>
        <w:t>都築　惟晋</w:t>
      </w:r>
      <w:r w:rsidR="001A25E8">
        <w:rPr>
          <w:rFonts w:asciiTheme="minorEastAsia" w:hAnsiTheme="minorEastAsia" w:hint="eastAsia"/>
        </w:rPr>
        <w:t xml:space="preserve">　　　</w:t>
      </w:r>
      <w:r w:rsidR="001A25E8" w:rsidRPr="001A25E8">
        <w:rPr>
          <w:rFonts w:asciiTheme="minorEastAsia" w:hAnsiTheme="minorEastAsia" w:hint="eastAsia"/>
        </w:rPr>
        <w:t>野々山　温人</w:t>
      </w:r>
      <w:r w:rsidR="00432A4D">
        <w:rPr>
          <w:rFonts w:asciiTheme="minorEastAsia" w:hAnsiTheme="minorEastAsia"/>
        </w:rPr>
        <w:br/>
      </w:r>
      <w:r w:rsidR="00432A4D">
        <w:rPr>
          <w:rFonts w:asciiTheme="minorEastAsia" w:hAnsiTheme="minorEastAsia" w:hint="eastAsia"/>
        </w:rPr>
        <w:t>野外炊事</w:t>
      </w:r>
      <w:r w:rsidR="001A25E8">
        <w:rPr>
          <w:rFonts w:asciiTheme="minorEastAsia" w:hAnsiTheme="minorEastAsia" w:hint="eastAsia"/>
        </w:rPr>
        <w:t xml:space="preserve">章　</w:t>
      </w:r>
      <w:r w:rsidR="00432A4D">
        <w:rPr>
          <w:rFonts w:asciiTheme="minorEastAsia" w:hAnsiTheme="minorEastAsia" w:hint="eastAsia"/>
        </w:rPr>
        <w:t xml:space="preserve">　</w:t>
      </w:r>
      <w:r w:rsidR="001A25E8">
        <w:rPr>
          <w:rFonts w:asciiTheme="minorEastAsia" w:hAnsiTheme="minorEastAsia" w:hint="eastAsia"/>
        </w:rPr>
        <w:t xml:space="preserve">　　刈谷１１　</w:t>
      </w:r>
      <w:r w:rsidR="001A25E8" w:rsidRPr="001A25E8">
        <w:rPr>
          <w:rFonts w:asciiTheme="minorEastAsia" w:hAnsiTheme="minorEastAsia" w:hint="eastAsia"/>
        </w:rPr>
        <w:t>都築　惟晋</w:t>
      </w:r>
      <w:r w:rsidR="001A25E8">
        <w:rPr>
          <w:rFonts w:asciiTheme="minorEastAsia" w:hAnsiTheme="minorEastAsia" w:hint="eastAsia"/>
        </w:rPr>
        <w:t xml:space="preserve">　　　</w:t>
      </w:r>
      <w:r w:rsidR="001A25E8" w:rsidRPr="001A25E8">
        <w:rPr>
          <w:rFonts w:asciiTheme="minorEastAsia" w:hAnsiTheme="minorEastAsia" w:hint="eastAsia"/>
        </w:rPr>
        <w:t>野々山　温人</w:t>
      </w:r>
      <w:r w:rsidR="00432A4D">
        <w:rPr>
          <w:rFonts w:asciiTheme="minorEastAsia" w:hAnsiTheme="minorEastAsia"/>
        </w:rPr>
        <w:br/>
      </w:r>
      <w:r w:rsidR="00432A4D">
        <w:rPr>
          <w:rFonts w:asciiTheme="minorEastAsia" w:hAnsiTheme="minorEastAsia" w:hint="eastAsia"/>
        </w:rPr>
        <w:t xml:space="preserve">リーダーシップ章　刈谷１１　</w:t>
      </w:r>
      <w:r w:rsidR="00432A4D" w:rsidRPr="001A25E8">
        <w:rPr>
          <w:rFonts w:asciiTheme="minorEastAsia" w:hAnsiTheme="minorEastAsia" w:hint="eastAsia"/>
        </w:rPr>
        <w:t>都築　惟晋</w:t>
      </w:r>
      <w:r w:rsidR="00432A4D">
        <w:rPr>
          <w:rFonts w:asciiTheme="minorEastAsia" w:hAnsiTheme="minorEastAsia" w:hint="eastAsia"/>
        </w:rPr>
        <w:t xml:space="preserve">　　　</w:t>
      </w:r>
      <w:r w:rsidR="00432A4D" w:rsidRPr="001A25E8">
        <w:rPr>
          <w:rFonts w:asciiTheme="minorEastAsia" w:hAnsiTheme="minorEastAsia" w:hint="eastAsia"/>
        </w:rPr>
        <w:t>野々山　温人</w:t>
      </w:r>
      <w:r w:rsidR="00432A4D">
        <w:rPr>
          <w:rFonts w:asciiTheme="minorEastAsia" w:hAnsiTheme="minorEastAsia"/>
        </w:rPr>
        <w:br/>
      </w:r>
      <w:r w:rsidR="001A25E8">
        <w:rPr>
          <w:rFonts w:asciiTheme="minorEastAsia" w:hAnsiTheme="minorEastAsia" w:hint="eastAsia"/>
        </w:rPr>
        <w:t xml:space="preserve">通信章　　　　　　刈谷１１　</w:t>
      </w:r>
      <w:r w:rsidR="00432A4D" w:rsidRPr="001A25E8">
        <w:rPr>
          <w:rFonts w:asciiTheme="minorEastAsia" w:hAnsiTheme="minorEastAsia" w:hint="eastAsia"/>
        </w:rPr>
        <w:t>都築　惟晋</w:t>
      </w:r>
      <w:r w:rsidR="001A25E8">
        <w:rPr>
          <w:rFonts w:asciiTheme="minorEastAsia" w:hAnsiTheme="minorEastAsia"/>
        </w:rPr>
        <w:br/>
      </w:r>
      <w:r w:rsidR="001A25E8">
        <w:rPr>
          <w:rFonts w:asciiTheme="minorEastAsia" w:hAnsiTheme="minorEastAsia" w:hint="eastAsia"/>
        </w:rPr>
        <w:t xml:space="preserve">計測章　　　　　　刈谷１１　</w:t>
      </w:r>
      <w:r w:rsidR="00432A4D" w:rsidRPr="001A25E8">
        <w:rPr>
          <w:rFonts w:asciiTheme="minorEastAsia" w:hAnsiTheme="minorEastAsia" w:hint="eastAsia"/>
        </w:rPr>
        <w:t>都築　惟晋</w:t>
      </w:r>
      <w:r w:rsidR="001A25E8">
        <w:rPr>
          <w:rFonts w:asciiTheme="minorEastAsia" w:hAnsiTheme="minorEastAsia"/>
        </w:rPr>
        <w:br/>
      </w:r>
      <w:r w:rsidR="001A25E8">
        <w:rPr>
          <w:rFonts w:asciiTheme="minorEastAsia" w:hAnsiTheme="minorEastAsia" w:hint="eastAsia"/>
        </w:rPr>
        <w:t>観察</w:t>
      </w:r>
      <w:r w:rsidR="001A25E8" w:rsidRPr="001A25E8">
        <w:rPr>
          <w:rFonts w:asciiTheme="minorEastAsia" w:hAnsiTheme="minorEastAsia" w:hint="eastAsia"/>
        </w:rPr>
        <w:t xml:space="preserve">章　　　　　　刈谷１１　</w:t>
      </w:r>
      <w:r w:rsidR="00432A4D" w:rsidRPr="001A25E8">
        <w:rPr>
          <w:rFonts w:asciiTheme="minorEastAsia" w:hAnsiTheme="minorEastAsia" w:hint="eastAsia"/>
        </w:rPr>
        <w:t>都築　惟晋</w:t>
      </w:r>
    </w:p>
    <w:p w14:paraId="256F2517" w14:textId="69456034" w:rsidR="00425260" w:rsidRPr="001A25E8" w:rsidRDefault="00CC177E" w:rsidP="001A25E8">
      <w:pPr>
        <w:pStyle w:val="a3"/>
        <w:ind w:leftChars="0" w:left="42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読図章　　　　　　刈谷　１　加藤　洸英　　　佐久嶋玲伊</w:t>
      </w:r>
      <w:r>
        <w:rPr>
          <w:rFonts w:asciiTheme="minorEastAsia" w:hAnsiTheme="minorEastAsia"/>
        </w:rPr>
        <w:br/>
      </w:r>
      <w:r>
        <w:rPr>
          <w:rFonts w:asciiTheme="minorEastAsia" w:hAnsiTheme="minorEastAsia" w:hint="eastAsia"/>
        </w:rPr>
        <w:t>コンピュータ章　　刈谷　１　佐久嶋玲伊</w:t>
      </w:r>
      <w:r>
        <w:rPr>
          <w:rFonts w:asciiTheme="minorEastAsia" w:hAnsiTheme="minorEastAsia"/>
        </w:rPr>
        <w:br/>
      </w:r>
      <w:r>
        <w:rPr>
          <w:rFonts w:asciiTheme="minorEastAsia" w:hAnsiTheme="minorEastAsia" w:hint="eastAsia"/>
        </w:rPr>
        <w:t>野営管理章　　　　碧南　２　石川　太一</w:t>
      </w:r>
    </w:p>
    <w:p w14:paraId="1E10EE6B" w14:textId="77777777" w:rsidR="00425260" w:rsidRPr="001A25E8" w:rsidRDefault="00425260" w:rsidP="00425260">
      <w:pPr>
        <w:pStyle w:val="a3"/>
        <w:rPr>
          <w:rFonts w:asciiTheme="minorEastAsia" w:eastAsia="PMingLiU" w:hAnsiTheme="minorEastAsia"/>
        </w:rPr>
      </w:pPr>
    </w:p>
    <w:p w14:paraId="2D243388" w14:textId="6807BF4B" w:rsidR="0003512E" w:rsidRDefault="00425260" w:rsidP="00450345">
      <w:pPr>
        <w:pStyle w:val="a3"/>
        <w:numPr>
          <w:ilvl w:val="0"/>
          <w:numId w:val="1"/>
        </w:numPr>
        <w:ind w:leftChars="0"/>
      </w:pPr>
      <w:r>
        <w:rPr>
          <w:rFonts w:asciiTheme="minorEastAsia" w:hAnsiTheme="minorEastAsia" w:hint="eastAsia"/>
        </w:rPr>
        <w:t>地区連絡</w:t>
      </w:r>
      <w:r w:rsidR="00432A4D">
        <w:rPr>
          <w:rFonts w:asciiTheme="minorEastAsia" w:hAnsiTheme="minorEastAsia"/>
        </w:rPr>
        <w:br/>
      </w:r>
      <w:r w:rsidR="00432A4D">
        <w:rPr>
          <w:rFonts w:asciiTheme="minorEastAsia" w:hAnsiTheme="minorEastAsia" w:hint="eastAsia"/>
        </w:rPr>
        <w:t>技能章「看護章」取得のための講習会</w:t>
      </w:r>
      <w:r w:rsidR="00432A4D">
        <w:rPr>
          <w:rFonts w:asciiTheme="minorEastAsia" w:hAnsiTheme="minorEastAsia"/>
        </w:rPr>
        <w:br/>
      </w:r>
      <w:r w:rsidR="00432A4D">
        <w:rPr>
          <w:rFonts w:asciiTheme="minorEastAsia" w:hAnsiTheme="minorEastAsia" w:hint="eastAsia"/>
        </w:rPr>
        <w:t xml:space="preserve">　　１０月１３日（日）</w:t>
      </w:r>
      <w:r w:rsidR="00432A4D">
        <w:rPr>
          <w:rFonts w:asciiTheme="minorEastAsia" w:hAnsiTheme="minorEastAsia"/>
        </w:rPr>
        <w:br/>
      </w:r>
      <w:r w:rsidR="00432A4D">
        <w:rPr>
          <w:rFonts w:asciiTheme="minorEastAsia" w:hAnsiTheme="minorEastAsia" w:hint="eastAsia"/>
        </w:rPr>
        <w:t xml:space="preserve">　　安城青少年の家　第３・４和室</w:t>
      </w:r>
      <w:r w:rsidR="00432A4D">
        <w:rPr>
          <w:rFonts w:asciiTheme="minorEastAsia" w:hAnsiTheme="minorEastAsia"/>
        </w:rPr>
        <w:br/>
      </w:r>
      <w:r w:rsidR="00CC177E">
        <w:rPr>
          <w:rFonts w:asciiTheme="minorEastAsia" w:hAnsiTheme="minorEastAsia" w:hint="eastAsia"/>
        </w:rPr>
        <w:t xml:space="preserve">　　奉仕頂けるスカウト進歩委員募集（２名程度）：受付・弁当買い出し等</w:t>
      </w:r>
      <w:r>
        <w:rPr>
          <w:rFonts w:asciiTheme="minorEastAsia" w:hAnsiTheme="minorEastAsia"/>
        </w:rPr>
        <w:br/>
      </w:r>
      <w:r w:rsidR="00541D7D">
        <w:rPr>
          <w:rFonts w:hint="eastAsia"/>
        </w:rPr>
        <w:t>令和５年度上級スカウト顕彰</w:t>
      </w:r>
      <w:r w:rsidR="00541D7D">
        <w:br/>
      </w:r>
      <w:r w:rsidR="00541D7D">
        <w:rPr>
          <w:rFonts w:hint="eastAsia"/>
        </w:rPr>
        <w:t>進歩課程改正説明会（団指導者・隊指導者対象）</w:t>
      </w:r>
      <w:r w:rsidR="00541D7D">
        <w:br/>
      </w:r>
      <w:r w:rsidR="00541D7D">
        <w:rPr>
          <w:rFonts w:hint="eastAsia"/>
        </w:rPr>
        <w:t xml:space="preserve">　共に調整中</w:t>
      </w:r>
    </w:p>
    <w:sectPr w:rsidR="00035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B6503" w14:textId="77777777" w:rsidR="00606D1C" w:rsidRDefault="00606D1C" w:rsidP="00D6582D">
      <w:r>
        <w:separator/>
      </w:r>
    </w:p>
  </w:endnote>
  <w:endnote w:type="continuationSeparator" w:id="0">
    <w:p w14:paraId="23BB1D85" w14:textId="77777777" w:rsidR="00606D1C" w:rsidRDefault="00606D1C" w:rsidP="00D6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B7503" w14:textId="77777777" w:rsidR="00606D1C" w:rsidRDefault="00606D1C" w:rsidP="00D6582D">
      <w:r>
        <w:separator/>
      </w:r>
    </w:p>
  </w:footnote>
  <w:footnote w:type="continuationSeparator" w:id="0">
    <w:p w14:paraId="304425C3" w14:textId="77777777" w:rsidR="00606D1C" w:rsidRDefault="00606D1C" w:rsidP="00D6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5AC7"/>
    <w:multiLevelType w:val="hybridMultilevel"/>
    <w:tmpl w:val="BA4437C8"/>
    <w:lvl w:ilvl="0" w:tplc="7A28BD1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58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B8"/>
    <w:rsid w:val="0003512E"/>
    <w:rsid w:val="00094FC6"/>
    <w:rsid w:val="00095D65"/>
    <w:rsid w:val="00144B4D"/>
    <w:rsid w:val="001A25E8"/>
    <w:rsid w:val="00206584"/>
    <w:rsid w:val="002560D0"/>
    <w:rsid w:val="002817BE"/>
    <w:rsid w:val="002841B8"/>
    <w:rsid w:val="002D2257"/>
    <w:rsid w:val="002E37B8"/>
    <w:rsid w:val="002E637A"/>
    <w:rsid w:val="002F7174"/>
    <w:rsid w:val="003269CD"/>
    <w:rsid w:val="00344C37"/>
    <w:rsid w:val="0037067F"/>
    <w:rsid w:val="003C09D6"/>
    <w:rsid w:val="00425260"/>
    <w:rsid w:val="00432A4D"/>
    <w:rsid w:val="00450345"/>
    <w:rsid w:val="0045497F"/>
    <w:rsid w:val="00474C1E"/>
    <w:rsid w:val="0050521B"/>
    <w:rsid w:val="005213FF"/>
    <w:rsid w:val="0052372F"/>
    <w:rsid w:val="00541D7D"/>
    <w:rsid w:val="005C235D"/>
    <w:rsid w:val="00606D1C"/>
    <w:rsid w:val="00613200"/>
    <w:rsid w:val="00621738"/>
    <w:rsid w:val="0063588D"/>
    <w:rsid w:val="006917C6"/>
    <w:rsid w:val="007378BE"/>
    <w:rsid w:val="00740D9E"/>
    <w:rsid w:val="007D6D6C"/>
    <w:rsid w:val="0081300F"/>
    <w:rsid w:val="008354C7"/>
    <w:rsid w:val="00875C5D"/>
    <w:rsid w:val="008B3C9D"/>
    <w:rsid w:val="009110B9"/>
    <w:rsid w:val="00921F7A"/>
    <w:rsid w:val="00971394"/>
    <w:rsid w:val="009A6FA6"/>
    <w:rsid w:val="00A03280"/>
    <w:rsid w:val="00A70163"/>
    <w:rsid w:val="00AE7215"/>
    <w:rsid w:val="00B614FC"/>
    <w:rsid w:val="00B707AD"/>
    <w:rsid w:val="00B766A8"/>
    <w:rsid w:val="00BC1C68"/>
    <w:rsid w:val="00C35F4F"/>
    <w:rsid w:val="00C6658E"/>
    <w:rsid w:val="00C7090B"/>
    <w:rsid w:val="00C83F76"/>
    <w:rsid w:val="00CC177E"/>
    <w:rsid w:val="00CC4245"/>
    <w:rsid w:val="00D178DD"/>
    <w:rsid w:val="00D43124"/>
    <w:rsid w:val="00D6582D"/>
    <w:rsid w:val="00D90248"/>
    <w:rsid w:val="00DA4AF6"/>
    <w:rsid w:val="00DC5DBA"/>
    <w:rsid w:val="00E16163"/>
    <w:rsid w:val="00E24F6B"/>
    <w:rsid w:val="00EF4C5B"/>
    <w:rsid w:val="00F23EA4"/>
    <w:rsid w:val="00F25F63"/>
    <w:rsid w:val="00FE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87A768"/>
  <w15:chartTrackingRefBased/>
  <w15:docId w15:val="{E62D7C84-7FD0-4592-8384-7D9F60D8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C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658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582D"/>
  </w:style>
  <w:style w:type="paragraph" w:styleId="a6">
    <w:name w:val="footer"/>
    <w:basedOn w:val="a"/>
    <w:link w:val="a7"/>
    <w:uiPriority w:val="99"/>
    <w:unhideWhenUsed/>
    <w:rsid w:val="00D658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5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~WRL0005.tmp</Template>
  <TotalTime>481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パナソニック株式会社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 Takeshi (中尾 武志)</dc:creator>
  <cp:keywords/>
  <dc:description/>
  <cp:lastModifiedBy>武志 中尾</cp:lastModifiedBy>
  <cp:revision>23</cp:revision>
  <cp:lastPrinted>2024-09-17T16:41:00Z</cp:lastPrinted>
  <dcterms:created xsi:type="dcterms:W3CDTF">2022-09-21T01:26:00Z</dcterms:created>
  <dcterms:modified xsi:type="dcterms:W3CDTF">2024-09-17T16:44:00Z</dcterms:modified>
</cp:coreProperties>
</file>